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644" w:rsidRDefault="004A47D3" w:rsidP="00634644">
      <w:pPr>
        <w:pStyle w:val="3"/>
        <w:framePr w:w="9897" w:wrap="around" w:x="1435" w:y="266"/>
      </w:pPr>
      <w:r w:rsidRPr="004B1381">
        <w:rPr>
          <w:noProof/>
        </w:rPr>
        <w:drawing>
          <wp:inline distT="0" distB="0" distL="0" distR="0">
            <wp:extent cx="609600" cy="904875"/>
            <wp:effectExtent l="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644" w:rsidRDefault="00634644" w:rsidP="00634644">
      <w:pPr>
        <w:pStyle w:val="3"/>
        <w:framePr w:w="9897" w:wrap="around" w:x="1435" w:y="266"/>
      </w:pPr>
    </w:p>
    <w:p w:rsidR="0060463E" w:rsidRDefault="0060463E" w:rsidP="0060463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0463E" w:rsidRPr="00C4332D" w:rsidRDefault="0060463E" w:rsidP="0060463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</w:t>
      </w:r>
      <w:r w:rsidR="00C5451F">
        <w:rPr>
          <w:rFonts w:ascii="Arial" w:hAnsi="Arial" w:cs="Arial"/>
          <w:sz w:val="28"/>
          <w:szCs w:val="28"/>
        </w:rPr>
        <w:t>«</w:t>
      </w:r>
      <w:r w:rsidRPr="00C4332D">
        <w:rPr>
          <w:rFonts w:ascii="Arial" w:hAnsi="Arial" w:cs="Arial"/>
          <w:sz w:val="28"/>
          <w:szCs w:val="28"/>
        </w:rPr>
        <w:t xml:space="preserve">Закрытое административно – территориальное </w:t>
      </w:r>
      <w:r w:rsidR="003C2E9D" w:rsidRPr="00C4332D">
        <w:rPr>
          <w:rFonts w:ascii="Arial" w:hAnsi="Arial" w:cs="Arial"/>
          <w:sz w:val="28"/>
          <w:szCs w:val="28"/>
        </w:rPr>
        <w:t>образование Железногорск</w:t>
      </w:r>
      <w:r w:rsidRPr="00C4332D">
        <w:rPr>
          <w:rFonts w:ascii="Arial" w:hAnsi="Arial" w:cs="Arial"/>
          <w:sz w:val="28"/>
          <w:szCs w:val="28"/>
        </w:rPr>
        <w:t xml:space="preserve"> Красноярского края</w:t>
      </w:r>
      <w:r w:rsidR="00C5451F">
        <w:rPr>
          <w:rFonts w:ascii="Arial" w:hAnsi="Arial" w:cs="Arial"/>
          <w:sz w:val="28"/>
          <w:szCs w:val="28"/>
        </w:rPr>
        <w:t>»</w:t>
      </w:r>
    </w:p>
    <w:p w:rsidR="0060463E" w:rsidRPr="00C4332D" w:rsidRDefault="0060463E" w:rsidP="0060463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0463E" w:rsidRPr="006A0457" w:rsidRDefault="0060463E" w:rsidP="0060463E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 </w:t>
      </w:r>
      <w:r w:rsidRPr="006A0457">
        <w:rPr>
          <w:sz w:val="32"/>
          <w:szCs w:val="32"/>
        </w:rPr>
        <w:t>ЖЕЛЕЗНОГОРСК</w:t>
      </w:r>
    </w:p>
    <w:p w:rsidR="0060463E" w:rsidRDefault="0060463E" w:rsidP="0060463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0463E" w:rsidRPr="00713B62" w:rsidRDefault="0060463E" w:rsidP="0060463E">
      <w:pPr>
        <w:framePr w:w="9897" w:h="1873" w:hSpace="180" w:wrap="around" w:vAnchor="text" w:hAnchor="page" w:x="1435" w:y="266"/>
        <w:jc w:val="center"/>
        <w:rPr>
          <w:sz w:val="22"/>
          <w:szCs w:val="22"/>
        </w:rPr>
      </w:pPr>
      <w:r>
        <w:rPr>
          <w:rFonts w:ascii="Arial" w:hAnsi="Arial"/>
          <w:b/>
          <w:sz w:val="36"/>
        </w:rPr>
        <w:t>ПОСТАНОВЛЕНИЕ</w:t>
      </w:r>
    </w:p>
    <w:p w:rsidR="00713B62" w:rsidRPr="00713B62" w:rsidRDefault="00713B62" w:rsidP="00713B62">
      <w:pPr>
        <w:rPr>
          <w:sz w:val="16"/>
          <w:szCs w:val="16"/>
        </w:rPr>
      </w:pPr>
    </w:p>
    <w:p w:rsidR="00713B62" w:rsidRDefault="00713B62" w:rsidP="00713B62">
      <w:pPr>
        <w:rPr>
          <w:rFonts w:ascii="Lucida Console" w:hAnsi="Lucida Console"/>
          <w:sz w:val="16"/>
          <w:szCs w:val="16"/>
        </w:rPr>
      </w:pPr>
      <w:bookmarkStart w:id="0" w:name="_GoBack"/>
      <w:bookmarkEnd w:id="0"/>
    </w:p>
    <w:p w:rsidR="00713B62" w:rsidRPr="00713B62" w:rsidRDefault="00713B62" w:rsidP="00713B62">
      <w:pPr>
        <w:rPr>
          <w:rFonts w:ascii="Lucida Console" w:hAnsi="Lucida Console"/>
          <w:sz w:val="16"/>
          <w:szCs w:val="16"/>
        </w:rPr>
      </w:pPr>
    </w:p>
    <w:p w:rsidR="00C4727E" w:rsidRPr="00713B62" w:rsidRDefault="00C4727E" w:rsidP="00894670">
      <w:pPr>
        <w:rPr>
          <w:sz w:val="22"/>
          <w:szCs w:val="22"/>
        </w:rPr>
      </w:pPr>
    </w:p>
    <w:p w:rsidR="00894670" w:rsidRPr="00C71815" w:rsidRDefault="00894670" w:rsidP="00894670">
      <w:pPr>
        <w:widowControl w:val="0"/>
        <w:rPr>
          <w:sz w:val="27"/>
          <w:szCs w:val="27"/>
          <w:u w:val="single"/>
        </w:rPr>
      </w:pPr>
      <w:r>
        <w:rPr>
          <w:sz w:val="27"/>
          <w:szCs w:val="27"/>
          <w:u w:val="single"/>
        </w:rPr>
        <w:t>20.01</w:t>
      </w:r>
      <w:r>
        <w:rPr>
          <w:sz w:val="27"/>
          <w:szCs w:val="27"/>
        </w:rPr>
        <w:t>.</w:t>
      </w:r>
      <w:r w:rsidRPr="0053437A">
        <w:rPr>
          <w:sz w:val="27"/>
          <w:szCs w:val="27"/>
        </w:rPr>
        <w:t>202</w:t>
      </w:r>
      <w:r>
        <w:rPr>
          <w:sz w:val="27"/>
          <w:szCs w:val="27"/>
        </w:rPr>
        <w:t>6</w:t>
      </w:r>
      <w:r w:rsidRPr="0053437A">
        <w:rPr>
          <w:sz w:val="27"/>
          <w:szCs w:val="27"/>
        </w:rPr>
        <w:t xml:space="preserve">                                                                                                    </w:t>
      </w:r>
      <w:r>
        <w:rPr>
          <w:sz w:val="27"/>
          <w:szCs w:val="27"/>
        </w:rPr>
        <w:t xml:space="preserve">       </w:t>
      </w:r>
      <w:r w:rsidR="00713B62"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  </w:t>
      </w:r>
      <w:r w:rsidRPr="00C71815">
        <w:rPr>
          <w:rFonts w:ascii="Arial" w:hAnsi="Arial" w:cs="Arial"/>
          <w:sz w:val="27"/>
          <w:szCs w:val="27"/>
        </w:rPr>
        <w:t xml:space="preserve">№ </w:t>
      </w:r>
      <w:r>
        <w:rPr>
          <w:rFonts w:ascii="Arial" w:hAnsi="Arial" w:cs="Arial"/>
          <w:sz w:val="27"/>
          <w:szCs w:val="27"/>
        </w:rPr>
        <w:t>34</w:t>
      </w:r>
    </w:p>
    <w:p w:rsidR="00894670" w:rsidRPr="0053437A" w:rsidRDefault="00894670" w:rsidP="00894670">
      <w:pPr>
        <w:widowControl w:val="0"/>
        <w:jc w:val="center"/>
        <w:rPr>
          <w:sz w:val="27"/>
          <w:szCs w:val="27"/>
        </w:rPr>
      </w:pPr>
      <w:r w:rsidRPr="0053437A">
        <w:rPr>
          <w:b/>
          <w:sz w:val="27"/>
          <w:szCs w:val="27"/>
        </w:rPr>
        <w:t>г. Железногорск</w:t>
      </w:r>
    </w:p>
    <w:p w:rsidR="00894670" w:rsidRDefault="00894670" w:rsidP="00894670">
      <w:pPr>
        <w:widowControl w:val="0"/>
      </w:pPr>
    </w:p>
    <w:p w:rsidR="00894670" w:rsidRDefault="00894670" w:rsidP="00894670">
      <w:pPr>
        <w:widowControl w:val="0"/>
      </w:pPr>
    </w:p>
    <w:p w:rsidR="00894670" w:rsidRPr="008A2E0C" w:rsidRDefault="00894670" w:rsidP="0089467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2E0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</w:t>
      </w:r>
      <w:r>
        <w:rPr>
          <w:rFonts w:ascii="Times New Roman" w:hAnsi="Times New Roman" w:cs="Times New Roman"/>
          <w:sz w:val="28"/>
          <w:szCs w:val="28"/>
        </w:rPr>
        <w:br/>
      </w:r>
      <w:r w:rsidRPr="008A2E0C">
        <w:rPr>
          <w:rFonts w:ascii="Times New Roman" w:hAnsi="Times New Roman" w:cs="Times New Roman"/>
          <w:sz w:val="28"/>
          <w:szCs w:val="28"/>
        </w:rPr>
        <w:t>г. Железногорск от 11.11.2013 № 1791 «Об утверждении муниципальной программы ЗАТО Железногорск «Развитие образования ЗАТО Железногорск»»</w:t>
      </w:r>
    </w:p>
    <w:p w:rsidR="00894670" w:rsidRPr="008A2E0C" w:rsidRDefault="00894670" w:rsidP="00894670">
      <w:pPr>
        <w:jc w:val="both"/>
        <w:rPr>
          <w:sz w:val="28"/>
          <w:szCs w:val="28"/>
        </w:rPr>
      </w:pPr>
    </w:p>
    <w:p w:rsidR="00894670" w:rsidRPr="008A2E0C" w:rsidRDefault="00894670" w:rsidP="008946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A2E0C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Бюджетным кодексом </w:t>
      </w:r>
      <w:r w:rsidRPr="0079546B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</w:t>
      </w:r>
      <w:r w:rsidRPr="0079546B">
        <w:rPr>
          <w:sz w:val="28"/>
          <w:szCs w:val="28"/>
        </w:rPr>
        <w:t xml:space="preserve"> </w:t>
      </w:r>
      <w:r w:rsidRPr="00AA58B1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AA58B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AA58B1">
        <w:rPr>
          <w:sz w:val="28"/>
          <w:szCs w:val="28"/>
        </w:rPr>
        <w:t xml:space="preserve"> от </w:t>
      </w:r>
      <w:r>
        <w:rPr>
          <w:sz w:val="28"/>
          <w:szCs w:val="28"/>
        </w:rPr>
        <w:t>06</w:t>
      </w:r>
      <w:r w:rsidRPr="0079546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79546B">
        <w:rPr>
          <w:sz w:val="28"/>
          <w:szCs w:val="28"/>
        </w:rPr>
        <w:t>.20</w:t>
      </w:r>
      <w:r>
        <w:rPr>
          <w:sz w:val="28"/>
          <w:szCs w:val="28"/>
        </w:rPr>
        <w:t>03</w:t>
      </w:r>
      <w:r w:rsidRPr="0079546B"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Pr="008553EC">
        <w:rPr>
          <w:sz w:val="28"/>
          <w:szCs w:val="28"/>
        </w:rPr>
        <w:t>в Российской Федерации</w:t>
      </w:r>
      <w:r w:rsidRPr="003D333A">
        <w:rPr>
          <w:sz w:val="28"/>
          <w:szCs w:val="28"/>
        </w:rPr>
        <w:t xml:space="preserve">», Федеральным законом от 20.03.2025 № 33-ФЗ «Об общих принципах организации местного самоуправления в единой системе публичной публикации», Уставом </w:t>
      </w:r>
      <w:r w:rsidRPr="003D333A">
        <w:rPr>
          <w:rFonts w:eastAsiaTheme="minorHAnsi"/>
          <w:sz w:val="28"/>
          <w:szCs w:val="28"/>
          <w:lang w:eastAsia="en-US"/>
        </w:rPr>
        <w:t>городского округа «Закрытое административно-</w:t>
      </w:r>
      <w:r w:rsidRPr="0079546B">
        <w:rPr>
          <w:rFonts w:eastAsiaTheme="minorHAnsi"/>
          <w:sz w:val="28"/>
          <w:szCs w:val="28"/>
          <w:lang w:eastAsia="en-US"/>
        </w:rPr>
        <w:t>территориальное образование Железногорск Красноярского края»</w:t>
      </w:r>
      <w:r w:rsidRPr="0079546B">
        <w:rPr>
          <w:sz w:val="28"/>
          <w:szCs w:val="28"/>
        </w:rPr>
        <w:t>,</w:t>
      </w:r>
    </w:p>
    <w:p w:rsidR="00894670" w:rsidRPr="009116ED" w:rsidRDefault="00894670" w:rsidP="00894670">
      <w:pPr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</w:p>
    <w:p w:rsidR="00894670" w:rsidRPr="008A2E0C" w:rsidRDefault="00894670" w:rsidP="00894670">
      <w:pPr>
        <w:jc w:val="both"/>
        <w:rPr>
          <w:sz w:val="28"/>
          <w:szCs w:val="28"/>
        </w:rPr>
      </w:pPr>
      <w:r w:rsidRPr="008A2E0C">
        <w:rPr>
          <w:sz w:val="28"/>
          <w:szCs w:val="28"/>
        </w:rPr>
        <w:t>ПОСТАНОВЛЯЮ:</w:t>
      </w:r>
    </w:p>
    <w:p w:rsidR="00894670" w:rsidRPr="008A2E0C" w:rsidRDefault="00894670" w:rsidP="00894670">
      <w:pPr>
        <w:jc w:val="both"/>
        <w:rPr>
          <w:sz w:val="28"/>
          <w:szCs w:val="28"/>
        </w:rPr>
      </w:pPr>
    </w:p>
    <w:p w:rsidR="00894670" w:rsidRPr="008A2E0C" w:rsidRDefault="00894670" w:rsidP="00894670">
      <w:pPr>
        <w:shd w:val="clear" w:color="auto" w:fill="FFFFFF"/>
        <w:ind w:firstLine="708"/>
        <w:jc w:val="both"/>
        <w:rPr>
          <w:sz w:val="28"/>
          <w:szCs w:val="28"/>
        </w:rPr>
      </w:pPr>
      <w:r w:rsidRPr="008A2E0C">
        <w:rPr>
          <w:sz w:val="28"/>
          <w:szCs w:val="28"/>
        </w:rPr>
        <w:t xml:space="preserve">1. Внести в постановление </w:t>
      </w:r>
      <w:proofErr w:type="gramStart"/>
      <w:r w:rsidRPr="008A2E0C">
        <w:rPr>
          <w:sz w:val="28"/>
          <w:szCs w:val="28"/>
        </w:rPr>
        <w:t>Администрации</w:t>
      </w:r>
      <w:proofErr w:type="gramEnd"/>
      <w:r w:rsidRPr="008A2E0C">
        <w:rPr>
          <w:sz w:val="28"/>
          <w:szCs w:val="28"/>
        </w:rPr>
        <w:t xml:space="preserve"> ЗАТО г. Железногорск от 11.11.2013 № 1791 «Об утверждении муниципальной программы ЗАТО </w:t>
      </w:r>
      <w:r w:rsidRPr="008A2E0C">
        <w:rPr>
          <w:spacing w:val="-1"/>
          <w:sz w:val="28"/>
          <w:szCs w:val="28"/>
        </w:rPr>
        <w:t xml:space="preserve">Железногорск </w:t>
      </w:r>
      <w:r w:rsidRPr="008A2E0C">
        <w:rPr>
          <w:sz w:val="28"/>
          <w:szCs w:val="28"/>
        </w:rPr>
        <w:t>«</w:t>
      </w:r>
      <w:r w:rsidRPr="008A2E0C">
        <w:rPr>
          <w:spacing w:val="-1"/>
          <w:sz w:val="28"/>
          <w:szCs w:val="28"/>
        </w:rPr>
        <w:t>Развитие образования ЗАТО Железногорск</w:t>
      </w:r>
      <w:r w:rsidRPr="008A2E0C">
        <w:rPr>
          <w:sz w:val="28"/>
          <w:szCs w:val="28"/>
        </w:rPr>
        <w:t>»</w:t>
      </w:r>
      <w:r w:rsidRPr="008A2E0C">
        <w:rPr>
          <w:spacing w:val="-1"/>
          <w:sz w:val="28"/>
          <w:szCs w:val="28"/>
        </w:rPr>
        <w:t xml:space="preserve">» </w:t>
      </w:r>
      <w:r w:rsidRPr="008A2E0C">
        <w:rPr>
          <w:sz w:val="28"/>
          <w:szCs w:val="28"/>
        </w:rPr>
        <w:t>следующие изменения:</w:t>
      </w:r>
    </w:p>
    <w:p w:rsidR="00894670" w:rsidRPr="008A2E0C" w:rsidRDefault="00894670" w:rsidP="00894670">
      <w:pPr>
        <w:shd w:val="clear" w:color="auto" w:fill="FFFFFF"/>
        <w:ind w:firstLine="708"/>
        <w:jc w:val="both"/>
        <w:rPr>
          <w:sz w:val="28"/>
          <w:szCs w:val="28"/>
        </w:rPr>
      </w:pPr>
      <w:r w:rsidRPr="008A2E0C">
        <w:rPr>
          <w:sz w:val="28"/>
          <w:szCs w:val="28"/>
        </w:rPr>
        <w:t xml:space="preserve">1.1. В приложении к постановлению: </w:t>
      </w:r>
    </w:p>
    <w:p w:rsidR="00894670" w:rsidRDefault="00894670" w:rsidP="00894670">
      <w:pPr>
        <w:shd w:val="clear" w:color="auto" w:fill="FFFFFF"/>
        <w:ind w:firstLine="708"/>
        <w:jc w:val="both"/>
        <w:rPr>
          <w:sz w:val="28"/>
          <w:szCs w:val="28"/>
          <w:lang w:eastAsia="en-US"/>
        </w:rPr>
      </w:pPr>
      <w:r w:rsidRPr="008A2E0C">
        <w:rPr>
          <w:sz w:val="28"/>
          <w:szCs w:val="28"/>
        </w:rPr>
        <w:t>1.1.1.</w:t>
      </w:r>
      <w:r>
        <w:rPr>
          <w:sz w:val="28"/>
          <w:szCs w:val="28"/>
        </w:rPr>
        <w:t xml:space="preserve"> </w:t>
      </w:r>
      <w:r w:rsidRPr="00C0644A">
        <w:rPr>
          <w:sz w:val="28"/>
          <w:szCs w:val="28"/>
          <w:lang w:eastAsia="en-US"/>
        </w:rPr>
        <w:t xml:space="preserve">Приложение № </w:t>
      </w:r>
      <w:r>
        <w:rPr>
          <w:sz w:val="28"/>
          <w:szCs w:val="28"/>
          <w:lang w:eastAsia="en-US"/>
        </w:rPr>
        <w:t>1</w:t>
      </w:r>
      <w:r w:rsidRPr="00C0644A">
        <w:rPr>
          <w:sz w:val="28"/>
          <w:szCs w:val="28"/>
          <w:lang w:eastAsia="en-US"/>
        </w:rPr>
        <w:t xml:space="preserve"> к муниципальной Программе «Развитие </w:t>
      </w:r>
      <w:proofErr w:type="gramStart"/>
      <w:r w:rsidRPr="00C0644A">
        <w:rPr>
          <w:sz w:val="28"/>
          <w:szCs w:val="28"/>
          <w:lang w:eastAsia="en-US"/>
        </w:rPr>
        <w:t>образования</w:t>
      </w:r>
      <w:proofErr w:type="gramEnd"/>
      <w:r w:rsidRPr="00C0644A">
        <w:rPr>
          <w:sz w:val="28"/>
          <w:szCs w:val="28"/>
          <w:lang w:eastAsia="en-US"/>
        </w:rPr>
        <w:t xml:space="preserve"> ЗАТО Железногорск» изложить в новой редакции согласно </w:t>
      </w:r>
      <w:r w:rsidRPr="00940DE5">
        <w:rPr>
          <w:sz w:val="28"/>
          <w:szCs w:val="28"/>
          <w:lang w:eastAsia="en-US"/>
        </w:rPr>
        <w:t>Приложению № 1 к настоящему постановлению.</w:t>
      </w:r>
    </w:p>
    <w:p w:rsidR="00894670" w:rsidRDefault="00894670" w:rsidP="00894670">
      <w:pPr>
        <w:shd w:val="clear" w:color="auto" w:fill="FFFFFF"/>
        <w:ind w:firstLine="708"/>
        <w:jc w:val="both"/>
        <w:rPr>
          <w:sz w:val="28"/>
          <w:szCs w:val="28"/>
          <w:lang w:eastAsia="en-US"/>
        </w:rPr>
      </w:pPr>
      <w:r w:rsidRPr="008A2E0C">
        <w:rPr>
          <w:sz w:val="28"/>
          <w:szCs w:val="28"/>
        </w:rPr>
        <w:t>1.1.</w:t>
      </w:r>
      <w:r>
        <w:rPr>
          <w:sz w:val="28"/>
          <w:szCs w:val="28"/>
        </w:rPr>
        <w:t>2</w:t>
      </w:r>
      <w:r w:rsidRPr="008A2E0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0644A">
        <w:rPr>
          <w:sz w:val="28"/>
          <w:szCs w:val="28"/>
          <w:lang w:eastAsia="en-US"/>
        </w:rPr>
        <w:t xml:space="preserve">Приложение № </w:t>
      </w:r>
      <w:r>
        <w:rPr>
          <w:sz w:val="28"/>
          <w:szCs w:val="28"/>
          <w:lang w:eastAsia="en-US"/>
        </w:rPr>
        <w:t>2</w:t>
      </w:r>
      <w:r w:rsidRPr="00C0644A">
        <w:rPr>
          <w:sz w:val="28"/>
          <w:szCs w:val="28"/>
          <w:lang w:eastAsia="en-US"/>
        </w:rPr>
        <w:t xml:space="preserve"> к муниципальной Программе «Развитие </w:t>
      </w:r>
      <w:proofErr w:type="gramStart"/>
      <w:r w:rsidRPr="00C0644A">
        <w:rPr>
          <w:sz w:val="28"/>
          <w:szCs w:val="28"/>
          <w:lang w:eastAsia="en-US"/>
        </w:rPr>
        <w:t>образования</w:t>
      </w:r>
      <w:proofErr w:type="gramEnd"/>
      <w:r w:rsidRPr="00C0644A">
        <w:rPr>
          <w:sz w:val="28"/>
          <w:szCs w:val="28"/>
          <w:lang w:eastAsia="en-US"/>
        </w:rPr>
        <w:t xml:space="preserve"> ЗАТО Железногорск» изложить в новой редакции согласно </w:t>
      </w:r>
      <w:r w:rsidRPr="00940DE5">
        <w:rPr>
          <w:sz w:val="28"/>
          <w:szCs w:val="28"/>
          <w:lang w:eastAsia="en-US"/>
        </w:rPr>
        <w:t xml:space="preserve">Приложению № </w:t>
      </w:r>
      <w:r>
        <w:rPr>
          <w:sz w:val="28"/>
          <w:szCs w:val="28"/>
          <w:lang w:eastAsia="en-US"/>
        </w:rPr>
        <w:t>2</w:t>
      </w:r>
      <w:r w:rsidRPr="00940DE5">
        <w:rPr>
          <w:sz w:val="28"/>
          <w:szCs w:val="28"/>
          <w:lang w:eastAsia="en-US"/>
        </w:rPr>
        <w:t xml:space="preserve"> к настоящему постановлению.</w:t>
      </w:r>
    </w:p>
    <w:p w:rsidR="00894670" w:rsidRDefault="00894670" w:rsidP="00894670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1.1.3.</w:t>
      </w:r>
      <w:r w:rsidRPr="00BC06F8">
        <w:rPr>
          <w:sz w:val="28"/>
          <w:szCs w:val="28"/>
        </w:rPr>
        <w:t xml:space="preserve"> </w:t>
      </w:r>
      <w:r w:rsidRPr="00BC06F8">
        <w:rPr>
          <w:rFonts w:ascii="Times New Roman" w:hAnsi="Times New Roman"/>
          <w:sz w:val="28"/>
          <w:szCs w:val="28"/>
          <w:lang w:eastAsia="en-US"/>
        </w:rPr>
        <w:t>Приложение № 2 к подпрограмме «Развитие дошкольного, общего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и дополнительного образования детей»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  <w:lang w:eastAsia="en-US"/>
        </w:rPr>
        <w:t>3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894670" w:rsidRDefault="00894670" w:rsidP="00894670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 xml:space="preserve">1.1.4. Приложение № 2 к </w:t>
      </w:r>
      <w:r w:rsidRPr="00302916">
        <w:rPr>
          <w:rFonts w:ascii="Times New Roman" w:hAnsi="Times New Roman"/>
          <w:sz w:val="28"/>
          <w:szCs w:val="28"/>
          <w:lang w:eastAsia="en-US"/>
        </w:rPr>
        <w:t xml:space="preserve">подпрограмме «Государственная поддержка детей сирот, расширение практики семейных форм воспитания» изложить </w:t>
      </w:r>
      <w:r>
        <w:rPr>
          <w:rFonts w:ascii="Times New Roman" w:hAnsi="Times New Roman"/>
          <w:sz w:val="28"/>
          <w:szCs w:val="28"/>
          <w:lang w:eastAsia="en-US"/>
        </w:rPr>
        <w:br/>
      </w:r>
      <w:r w:rsidRPr="00302916">
        <w:rPr>
          <w:rFonts w:ascii="Times New Roman" w:hAnsi="Times New Roman"/>
          <w:sz w:val="28"/>
          <w:szCs w:val="28"/>
          <w:lang w:eastAsia="en-US"/>
        </w:rPr>
        <w:t xml:space="preserve">в новой редакции согласно Приложению № </w:t>
      </w:r>
      <w:r>
        <w:rPr>
          <w:rFonts w:ascii="Times New Roman" w:hAnsi="Times New Roman"/>
          <w:sz w:val="28"/>
          <w:szCs w:val="28"/>
          <w:lang w:eastAsia="en-US"/>
        </w:rPr>
        <w:t>4</w:t>
      </w:r>
      <w:r w:rsidRPr="00302916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894670" w:rsidRDefault="00894670" w:rsidP="00894670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2. Отменить постановление Администрации ЗАТО г. Железногорск </w:t>
      </w:r>
      <w:r>
        <w:rPr>
          <w:rFonts w:ascii="Times New Roman" w:hAnsi="Times New Roman"/>
          <w:sz w:val="28"/>
          <w:szCs w:val="28"/>
          <w:lang w:eastAsia="en-US"/>
        </w:rPr>
        <w:br/>
        <w:t xml:space="preserve">от 26.12.2025 № 2529 «О внесении изменений в постановление Администрации ЗАТО г. Железногорск от 11.11.2013 № 1791 </w:t>
      </w:r>
      <w:r>
        <w:rPr>
          <w:rFonts w:ascii="Times New Roman" w:hAnsi="Times New Roman"/>
          <w:sz w:val="28"/>
          <w:szCs w:val="28"/>
          <w:lang w:eastAsia="en-US"/>
        </w:rPr>
        <w:br/>
        <w:t xml:space="preserve">«Об утверждении муниципальной программы ЗАТО Железногорск «Развитие образования ЗАТО Железногорск». </w:t>
      </w:r>
    </w:p>
    <w:p w:rsidR="00894670" w:rsidRDefault="00894670" w:rsidP="0089467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. Отделу общественных связей Администрации ЗАТО г. Железногорск </w:t>
      </w:r>
      <w:r>
        <w:rPr>
          <w:rFonts w:ascii="Times New Roman" w:hAnsi="Times New Roman"/>
          <w:sz w:val="28"/>
          <w:szCs w:val="28"/>
          <w:lang w:eastAsia="en-US"/>
        </w:rPr>
        <w:br/>
      </w:r>
      <w:r w:rsidRPr="008A2E0C">
        <w:rPr>
          <w:rFonts w:ascii="Times New Roman" w:hAnsi="Times New Roman"/>
          <w:sz w:val="28"/>
          <w:szCs w:val="28"/>
          <w:lang w:eastAsia="en-US"/>
        </w:rPr>
        <w:t>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894670" w:rsidRPr="008A2E0C" w:rsidRDefault="00894670" w:rsidP="0089467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8A2E0C">
        <w:rPr>
          <w:sz w:val="28"/>
          <w:szCs w:val="28"/>
        </w:rPr>
        <w:t>. </w:t>
      </w:r>
      <w:r w:rsidRPr="008A2E0C">
        <w:rPr>
          <w:rFonts w:cs="Arial"/>
          <w:sz w:val="28"/>
          <w:szCs w:val="28"/>
          <w:lang w:eastAsia="en-US"/>
        </w:rPr>
        <w:t xml:space="preserve">Отделу управления проектами и документационного, организационного обеспечения деятельности Администрации ЗАТО </w:t>
      </w:r>
      <w:r>
        <w:rPr>
          <w:rFonts w:cs="Arial"/>
          <w:sz w:val="28"/>
          <w:szCs w:val="28"/>
          <w:lang w:eastAsia="en-US"/>
        </w:rPr>
        <w:br/>
      </w:r>
      <w:r w:rsidRPr="008A2E0C">
        <w:rPr>
          <w:rFonts w:cs="Arial"/>
          <w:sz w:val="28"/>
          <w:szCs w:val="28"/>
          <w:lang w:eastAsia="en-US"/>
        </w:rPr>
        <w:t>г. Железногорск (В.Г. </w:t>
      </w:r>
      <w:proofErr w:type="spellStart"/>
      <w:r w:rsidRPr="008A2E0C">
        <w:rPr>
          <w:rFonts w:cs="Arial"/>
          <w:sz w:val="28"/>
          <w:szCs w:val="28"/>
          <w:lang w:eastAsia="en-US"/>
        </w:rPr>
        <w:t>Винокурова</w:t>
      </w:r>
      <w:proofErr w:type="spellEnd"/>
      <w:r w:rsidRPr="008A2E0C">
        <w:rPr>
          <w:rFonts w:cs="Arial"/>
          <w:sz w:val="28"/>
          <w:szCs w:val="28"/>
          <w:lang w:eastAsia="en-US"/>
        </w:rPr>
        <w:t xml:space="preserve">) </w:t>
      </w:r>
      <w:r w:rsidRPr="008B43BC">
        <w:rPr>
          <w:rFonts w:cs="Arial"/>
          <w:sz w:val="28"/>
          <w:szCs w:val="28"/>
          <w:lang w:eastAsia="en-US"/>
        </w:rPr>
        <w:t xml:space="preserve">довести настоящее постановление </w:t>
      </w:r>
      <w:r>
        <w:rPr>
          <w:rFonts w:cs="Arial"/>
          <w:sz w:val="28"/>
          <w:szCs w:val="28"/>
          <w:lang w:eastAsia="en-US"/>
        </w:rPr>
        <w:br/>
      </w:r>
      <w:r w:rsidRPr="008B43BC">
        <w:rPr>
          <w:rFonts w:cs="Arial"/>
          <w:sz w:val="28"/>
          <w:szCs w:val="28"/>
          <w:lang w:eastAsia="en-US"/>
        </w:rPr>
        <w:t xml:space="preserve">до сведения населения через сетевое издание «Город и горожане» </w:t>
      </w:r>
      <w:r>
        <w:rPr>
          <w:rFonts w:cs="Arial"/>
          <w:sz w:val="28"/>
          <w:szCs w:val="28"/>
          <w:lang w:eastAsia="en-US"/>
        </w:rPr>
        <w:br/>
      </w:r>
      <w:r w:rsidRPr="008B43BC">
        <w:rPr>
          <w:rFonts w:cs="Arial"/>
          <w:sz w:val="28"/>
          <w:szCs w:val="28"/>
          <w:lang w:eastAsia="en-US"/>
        </w:rPr>
        <w:t>в информационно-телекоммуникационной сети «Интернет»</w:t>
      </w:r>
      <w:r w:rsidRPr="008A2E0C">
        <w:rPr>
          <w:rFonts w:cs="Arial"/>
          <w:sz w:val="28"/>
          <w:szCs w:val="28"/>
          <w:lang w:eastAsia="en-US"/>
        </w:rPr>
        <w:t>.</w:t>
      </w:r>
    </w:p>
    <w:p w:rsidR="00894670" w:rsidRPr="008A2E0C" w:rsidRDefault="00894670" w:rsidP="0089467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5.</w:t>
      </w:r>
      <w:r w:rsidRPr="002E7141">
        <w:t xml:space="preserve"> </w:t>
      </w:r>
      <w:r w:rsidRPr="008B43BC">
        <w:rPr>
          <w:rFonts w:ascii="Times New Roman" w:hAnsi="Times New Roman"/>
          <w:sz w:val="28"/>
          <w:szCs w:val="28"/>
          <w:lang w:eastAsia="en-US"/>
        </w:rPr>
        <w:t>Настоящее постановление вступает в силу после его официального опубликования в сетевом издании «Город и горожане» в информационно-телекоммуникационной сети «Интернет</w:t>
      </w:r>
      <w:r w:rsidRPr="003D333A">
        <w:rPr>
          <w:rFonts w:ascii="Times New Roman" w:hAnsi="Times New Roman"/>
          <w:sz w:val="28"/>
          <w:szCs w:val="28"/>
          <w:lang w:eastAsia="en-US"/>
        </w:rPr>
        <w:t>» (</w:t>
      </w:r>
      <w:hyperlink r:id="rId9" w:history="1">
        <w:r w:rsidRPr="003D333A">
          <w:rPr>
            <w:rStyle w:val="ab"/>
            <w:rFonts w:ascii="Times New Roman" w:hAnsi="Times New Roman"/>
            <w:sz w:val="28"/>
            <w:szCs w:val="28"/>
            <w:lang w:eastAsia="en-US"/>
          </w:rPr>
          <w:t>http://www.gig26.ru</w:t>
        </w:r>
      </w:hyperlink>
      <w:r w:rsidRPr="003D333A">
        <w:rPr>
          <w:rFonts w:ascii="Times New Roman" w:hAnsi="Times New Roman"/>
          <w:sz w:val="28"/>
          <w:szCs w:val="28"/>
          <w:lang w:eastAsia="en-US"/>
        </w:rPr>
        <w:t xml:space="preserve">) </w:t>
      </w:r>
      <w:r w:rsidRPr="003D333A">
        <w:rPr>
          <w:rFonts w:ascii="Times New Roman" w:hAnsi="Times New Roman"/>
          <w:sz w:val="28"/>
          <w:szCs w:val="28"/>
        </w:rPr>
        <w:t>и применяется к правоотношениям, возникшим с 01.01.2026.</w:t>
      </w:r>
    </w:p>
    <w:p w:rsidR="00894670" w:rsidRPr="008A2E0C" w:rsidRDefault="00894670" w:rsidP="00894670">
      <w:pPr>
        <w:ind w:right="-851"/>
        <w:jc w:val="both"/>
        <w:rPr>
          <w:sz w:val="28"/>
          <w:szCs w:val="28"/>
        </w:rPr>
      </w:pPr>
    </w:p>
    <w:p w:rsidR="00894670" w:rsidRDefault="00894670" w:rsidP="00894670">
      <w:pPr>
        <w:ind w:right="-851"/>
        <w:jc w:val="both"/>
        <w:rPr>
          <w:sz w:val="28"/>
          <w:szCs w:val="28"/>
        </w:rPr>
      </w:pPr>
    </w:p>
    <w:p w:rsidR="00894670" w:rsidRPr="0081553D" w:rsidRDefault="00894670" w:rsidP="00713B62">
      <w:pPr>
        <w:ind w:right="-851"/>
        <w:jc w:val="both"/>
        <w:rPr>
          <w:sz w:val="26"/>
          <w:szCs w:val="26"/>
        </w:rPr>
      </w:pPr>
      <w:proofErr w:type="gramStart"/>
      <w:r w:rsidRPr="00CB49F0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proofErr w:type="gramEnd"/>
      <w:r w:rsidRPr="00CB49F0">
        <w:rPr>
          <w:sz w:val="28"/>
          <w:szCs w:val="28"/>
        </w:rPr>
        <w:t xml:space="preserve"> ЗАТО г. Железногорск                              </w:t>
      </w:r>
      <w:r>
        <w:rPr>
          <w:sz w:val="28"/>
          <w:szCs w:val="28"/>
        </w:rPr>
        <w:t xml:space="preserve">                           Д.М. Чернятин</w:t>
      </w:r>
    </w:p>
    <w:sectPr w:rsidR="00894670" w:rsidRPr="0081553D" w:rsidSect="00894670">
      <w:headerReference w:type="default" r:id="rId10"/>
      <w:pgSz w:w="11905" w:h="16838"/>
      <w:pgMar w:top="567" w:right="848" w:bottom="1134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280" w:rsidRDefault="00903280">
      <w:r>
        <w:separator/>
      </w:r>
    </w:p>
  </w:endnote>
  <w:endnote w:type="continuationSeparator" w:id="0">
    <w:p w:rsidR="00903280" w:rsidRDefault="0090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280" w:rsidRDefault="00903280">
      <w:r>
        <w:separator/>
      </w:r>
    </w:p>
  </w:footnote>
  <w:footnote w:type="continuationSeparator" w:id="0">
    <w:p w:rsidR="00903280" w:rsidRDefault="00903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972" w:rsidRDefault="00911F14">
    <w:pPr>
      <w:pStyle w:val="a3"/>
      <w:jc w:val="center"/>
    </w:pPr>
    <w:r>
      <w:fldChar w:fldCharType="begin"/>
    </w:r>
    <w:r w:rsidR="007A6972">
      <w:instrText>PAGE   \* MERGEFORMAT</w:instrText>
    </w:r>
    <w:r>
      <w:fldChar w:fldCharType="separate"/>
    </w:r>
    <w:r w:rsidR="00713B62">
      <w:rPr>
        <w:noProof/>
      </w:rPr>
      <w:t>2</w:t>
    </w:r>
    <w:r>
      <w:rPr>
        <w:noProof/>
      </w:rPr>
      <w:fldChar w:fldCharType="end"/>
    </w:r>
  </w:p>
  <w:p w:rsidR="007A6972" w:rsidRDefault="007A69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44FE9"/>
    <w:multiLevelType w:val="hybridMultilevel"/>
    <w:tmpl w:val="0178AFF8"/>
    <w:lvl w:ilvl="0" w:tplc="5CB4F162">
      <w:start w:val="1"/>
      <w:numFmt w:val="decimal"/>
      <w:lvlText w:val="%1."/>
      <w:lvlJc w:val="left"/>
      <w:pPr>
        <w:ind w:left="11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71B86F00"/>
    <w:multiLevelType w:val="multilevel"/>
    <w:tmpl w:val="46DA653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7D3"/>
    <w:rsid w:val="0000052E"/>
    <w:rsid w:val="0000400D"/>
    <w:rsid w:val="00007E4C"/>
    <w:rsid w:val="00012F87"/>
    <w:rsid w:val="00015165"/>
    <w:rsid w:val="00034A6B"/>
    <w:rsid w:val="00036F34"/>
    <w:rsid w:val="00044861"/>
    <w:rsid w:val="00047A29"/>
    <w:rsid w:val="000500C2"/>
    <w:rsid w:val="0005095D"/>
    <w:rsid w:val="000601E4"/>
    <w:rsid w:val="000702FD"/>
    <w:rsid w:val="000746D7"/>
    <w:rsid w:val="000751B2"/>
    <w:rsid w:val="00076EAD"/>
    <w:rsid w:val="00081070"/>
    <w:rsid w:val="0008359B"/>
    <w:rsid w:val="000838E7"/>
    <w:rsid w:val="00087678"/>
    <w:rsid w:val="0009304D"/>
    <w:rsid w:val="0009388E"/>
    <w:rsid w:val="000A075A"/>
    <w:rsid w:val="000A52DD"/>
    <w:rsid w:val="000B4835"/>
    <w:rsid w:val="000B4EF9"/>
    <w:rsid w:val="000C1A9A"/>
    <w:rsid w:val="000C27EF"/>
    <w:rsid w:val="000C7AF0"/>
    <w:rsid w:val="000D18E7"/>
    <w:rsid w:val="000D1B68"/>
    <w:rsid w:val="000D35E7"/>
    <w:rsid w:val="000E4C41"/>
    <w:rsid w:val="000F06A9"/>
    <w:rsid w:val="000F4278"/>
    <w:rsid w:val="00100556"/>
    <w:rsid w:val="00104F3D"/>
    <w:rsid w:val="001130F9"/>
    <w:rsid w:val="00114D07"/>
    <w:rsid w:val="00116D63"/>
    <w:rsid w:val="001179BC"/>
    <w:rsid w:val="00121BF4"/>
    <w:rsid w:val="0012203B"/>
    <w:rsid w:val="00124691"/>
    <w:rsid w:val="001248DC"/>
    <w:rsid w:val="00125472"/>
    <w:rsid w:val="00126D8F"/>
    <w:rsid w:val="001330CB"/>
    <w:rsid w:val="00133848"/>
    <w:rsid w:val="001500B7"/>
    <w:rsid w:val="00152829"/>
    <w:rsid w:val="001528C0"/>
    <w:rsid w:val="00161BB9"/>
    <w:rsid w:val="00162057"/>
    <w:rsid w:val="00164515"/>
    <w:rsid w:val="0016558C"/>
    <w:rsid w:val="00171CA0"/>
    <w:rsid w:val="00187E6E"/>
    <w:rsid w:val="00192161"/>
    <w:rsid w:val="001A2209"/>
    <w:rsid w:val="001A3722"/>
    <w:rsid w:val="001C0341"/>
    <w:rsid w:val="001C6159"/>
    <w:rsid w:val="001C6D11"/>
    <w:rsid w:val="001D0A9C"/>
    <w:rsid w:val="001D2D4E"/>
    <w:rsid w:val="001E2069"/>
    <w:rsid w:val="001F017E"/>
    <w:rsid w:val="001F121F"/>
    <w:rsid w:val="001F3D05"/>
    <w:rsid w:val="001F499E"/>
    <w:rsid w:val="0020011D"/>
    <w:rsid w:val="00202904"/>
    <w:rsid w:val="00202BE8"/>
    <w:rsid w:val="00202C32"/>
    <w:rsid w:val="00204F2B"/>
    <w:rsid w:val="0020618D"/>
    <w:rsid w:val="00212377"/>
    <w:rsid w:val="0021429A"/>
    <w:rsid w:val="002220F6"/>
    <w:rsid w:val="002227AF"/>
    <w:rsid w:val="002231B1"/>
    <w:rsid w:val="00224677"/>
    <w:rsid w:val="00231E43"/>
    <w:rsid w:val="00232DAB"/>
    <w:rsid w:val="002345DA"/>
    <w:rsid w:val="002351C3"/>
    <w:rsid w:val="00235B77"/>
    <w:rsid w:val="0023618C"/>
    <w:rsid w:val="002408F5"/>
    <w:rsid w:val="00245C25"/>
    <w:rsid w:val="002501DF"/>
    <w:rsid w:val="002522C0"/>
    <w:rsid w:val="00276153"/>
    <w:rsid w:val="002771C6"/>
    <w:rsid w:val="00277773"/>
    <w:rsid w:val="00285BA4"/>
    <w:rsid w:val="002874ED"/>
    <w:rsid w:val="00287AEA"/>
    <w:rsid w:val="0029154B"/>
    <w:rsid w:val="00292180"/>
    <w:rsid w:val="002A517A"/>
    <w:rsid w:val="002A568A"/>
    <w:rsid w:val="002B2806"/>
    <w:rsid w:val="002B635A"/>
    <w:rsid w:val="002D01BE"/>
    <w:rsid w:val="002D35F5"/>
    <w:rsid w:val="002D368F"/>
    <w:rsid w:val="002D6DF1"/>
    <w:rsid w:val="002E01EB"/>
    <w:rsid w:val="002E100A"/>
    <w:rsid w:val="002F3007"/>
    <w:rsid w:val="002F321B"/>
    <w:rsid w:val="002F71F1"/>
    <w:rsid w:val="0030047F"/>
    <w:rsid w:val="00311505"/>
    <w:rsid w:val="00311898"/>
    <w:rsid w:val="00320A41"/>
    <w:rsid w:val="00323B7C"/>
    <w:rsid w:val="0032633E"/>
    <w:rsid w:val="00330830"/>
    <w:rsid w:val="00337859"/>
    <w:rsid w:val="003404C0"/>
    <w:rsid w:val="00341CE0"/>
    <w:rsid w:val="00342212"/>
    <w:rsid w:val="0034575B"/>
    <w:rsid w:val="00347A52"/>
    <w:rsid w:val="00356E6C"/>
    <w:rsid w:val="003629CB"/>
    <w:rsid w:val="00371759"/>
    <w:rsid w:val="00376FA0"/>
    <w:rsid w:val="00380A09"/>
    <w:rsid w:val="003844B8"/>
    <w:rsid w:val="00390B9C"/>
    <w:rsid w:val="003919CC"/>
    <w:rsid w:val="003959FF"/>
    <w:rsid w:val="003A2A63"/>
    <w:rsid w:val="003A3188"/>
    <w:rsid w:val="003A7317"/>
    <w:rsid w:val="003B0FA7"/>
    <w:rsid w:val="003B1F51"/>
    <w:rsid w:val="003B4FA6"/>
    <w:rsid w:val="003B5944"/>
    <w:rsid w:val="003C064B"/>
    <w:rsid w:val="003C10F6"/>
    <w:rsid w:val="003C163E"/>
    <w:rsid w:val="003C206F"/>
    <w:rsid w:val="003C2E9D"/>
    <w:rsid w:val="003C5F96"/>
    <w:rsid w:val="003C6C65"/>
    <w:rsid w:val="003C7A7E"/>
    <w:rsid w:val="003D16F5"/>
    <w:rsid w:val="003E20E4"/>
    <w:rsid w:val="003E6944"/>
    <w:rsid w:val="003F5159"/>
    <w:rsid w:val="00407C06"/>
    <w:rsid w:val="0041126E"/>
    <w:rsid w:val="004146D5"/>
    <w:rsid w:val="0041559B"/>
    <w:rsid w:val="004213C2"/>
    <w:rsid w:val="00426BB0"/>
    <w:rsid w:val="0043250A"/>
    <w:rsid w:val="004327AB"/>
    <w:rsid w:val="00436392"/>
    <w:rsid w:val="004401E8"/>
    <w:rsid w:val="00446A99"/>
    <w:rsid w:val="004523A0"/>
    <w:rsid w:val="0045426B"/>
    <w:rsid w:val="00461DC9"/>
    <w:rsid w:val="0047227D"/>
    <w:rsid w:val="00476F93"/>
    <w:rsid w:val="0047790B"/>
    <w:rsid w:val="0048561D"/>
    <w:rsid w:val="00485EB4"/>
    <w:rsid w:val="00486070"/>
    <w:rsid w:val="00486F47"/>
    <w:rsid w:val="004877A6"/>
    <w:rsid w:val="004902B3"/>
    <w:rsid w:val="00491AB2"/>
    <w:rsid w:val="00494403"/>
    <w:rsid w:val="00495825"/>
    <w:rsid w:val="004A06D6"/>
    <w:rsid w:val="004A47D3"/>
    <w:rsid w:val="004A53AA"/>
    <w:rsid w:val="004A7CBE"/>
    <w:rsid w:val="004B6F32"/>
    <w:rsid w:val="004B76C5"/>
    <w:rsid w:val="004C0C21"/>
    <w:rsid w:val="004D0EBE"/>
    <w:rsid w:val="004D44AD"/>
    <w:rsid w:val="004E1B23"/>
    <w:rsid w:val="004E1F26"/>
    <w:rsid w:val="004E7925"/>
    <w:rsid w:val="004F0F5B"/>
    <w:rsid w:val="004F1316"/>
    <w:rsid w:val="004F3907"/>
    <w:rsid w:val="004F4D79"/>
    <w:rsid w:val="004F712E"/>
    <w:rsid w:val="005107E1"/>
    <w:rsid w:val="00512ED2"/>
    <w:rsid w:val="00515E6C"/>
    <w:rsid w:val="005208A7"/>
    <w:rsid w:val="00523175"/>
    <w:rsid w:val="00523259"/>
    <w:rsid w:val="0052326E"/>
    <w:rsid w:val="0052635C"/>
    <w:rsid w:val="005319E2"/>
    <w:rsid w:val="005349A7"/>
    <w:rsid w:val="00534FC5"/>
    <w:rsid w:val="00537730"/>
    <w:rsid w:val="00537A75"/>
    <w:rsid w:val="0054117C"/>
    <w:rsid w:val="00542AD3"/>
    <w:rsid w:val="005439BD"/>
    <w:rsid w:val="005463D9"/>
    <w:rsid w:val="0054678E"/>
    <w:rsid w:val="00552CDD"/>
    <w:rsid w:val="00553392"/>
    <w:rsid w:val="00555754"/>
    <w:rsid w:val="005822F1"/>
    <w:rsid w:val="0058355F"/>
    <w:rsid w:val="00593FCA"/>
    <w:rsid w:val="005A5751"/>
    <w:rsid w:val="005B2A96"/>
    <w:rsid w:val="005B43C8"/>
    <w:rsid w:val="005B5126"/>
    <w:rsid w:val="005C50E3"/>
    <w:rsid w:val="005C6C3A"/>
    <w:rsid w:val="005D006E"/>
    <w:rsid w:val="005D6824"/>
    <w:rsid w:val="005F04A5"/>
    <w:rsid w:val="00600D89"/>
    <w:rsid w:val="00601EA8"/>
    <w:rsid w:val="0060224D"/>
    <w:rsid w:val="006029B6"/>
    <w:rsid w:val="0060463E"/>
    <w:rsid w:val="00634644"/>
    <w:rsid w:val="006348E1"/>
    <w:rsid w:val="00635E60"/>
    <w:rsid w:val="00642F74"/>
    <w:rsid w:val="006431D5"/>
    <w:rsid w:val="006445AE"/>
    <w:rsid w:val="006537FB"/>
    <w:rsid w:val="00653D2F"/>
    <w:rsid w:val="00654F74"/>
    <w:rsid w:val="006565F7"/>
    <w:rsid w:val="006605DE"/>
    <w:rsid w:val="00661F9D"/>
    <w:rsid w:val="006636B8"/>
    <w:rsid w:val="006662FD"/>
    <w:rsid w:val="006734B8"/>
    <w:rsid w:val="006770B5"/>
    <w:rsid w:val="006773A2"/>
    <w:rsid w:val="00677812"/>
    <w:rsid w:val="006817F1"/>
    <w:rsid w:val="006839AE"/>
    <w:rsid w:val="0068578A"/>
    <w:rsid w:val="006904B8"/>
    <w:rsid w:val="00690FB1"/>
    <w:rsid w:val="006923A7"/>
    <w:rsid w:val="00694206"/>
    <w:rsid w:val="006951DE"/>
    <w:rsid w:val="006955ED"/>
    <w:rsid w:val="0069750A"/>
    <w:rsid w:val="00697B75"/>
    <w:rsid w:val="006A2412"/>
    <w:rsid w:val="006B1E0B"/>
    <w:rsid w:val="006B2611"/>
    <w:rsid w:val="006B5740"/>
    <w:rsid w:val="006C3718"/>
    <w:rsid w:val="006C4302"/>
    <w:rsid w:val="006D3885"/>
    <w:rsid w:val="006D6F14"/>
    <w:rsid w:val="006D75E9"/>
    <w:rsid w:val="006E46CB"/>
    <w:rsid w:val="006F08D6"/>
    <w:rsid w:val="006F23E6"/>
    <w:rsid w:val="006F25C1"/>
    <w:rsid w:val="006F37A7"/>
    <w:rsid w:val="006F37BE"/>
    <w:rsid w:val="006F6FA7"/>
    <w:rsid w:val="007017B7"/>
    <w:rsid w:val="007105B2"/>
    <w:rsid w:val="00710D2B"/>
    <w:rsid w:val="0071191C"/>
    <w:rsid w:val="00713B62"/>
    <w:rsid w:val="00717A89"/>
    <w:rsid w:val="007241EE"/>
    <w:rsid w:val="00733E3C"/>
    <w:rsid w:val="007368C7"/>
    <w:rsid w:val="0073755D"/>
    <w:rsid w:val="00737BE5"/>
    <w:rsid w:val="00741B48"/>
    <w:rsid w:val="00747B62"/>
    <w:rsid w:val="00750017"/>
    <w:rsid w:val="007505AC"/>
    <w:rsid w:val="007514AE"/>
    <w:rsid w:val="00754DAF"/>
    <w:rsid w:val="00757D2D"/>
    <w:rsid w:val="00764B9C"/>
    <w:rsid w:val="00764E0F"/>
    <w:rsid w:val="00766485"/>
    <w:rsid w:val="00766879"/>
    <w:rsid w:val="00767455"/>
    <w:rsid w:val="007706C1"/>
    <w:rsid w:val="007726DA"/>
    <w:rsid w:val="00776385"/>
    <w:rsid w:val="00785236"/>
    <w:rsid w:val="00785EF1"/>
    <w:rsid w:val="007901C9"/>
    <w:rsid w:val="00790CB2"/>
    <w:rsid w:val="0079544D"/>
    <w:rsid w:val="007A48F6"/>
    <w:rsid w:val="007A4941"/>
    <w:rsid w:val="007A6972"/>
    <w:rsid w:val="007B1081"/>
    <w:rsid w:val="007B10E2"/>
    <w:rsid w:val="007B1AEB"/>
    <w:rsid w:val="007B4934"/>
    <w:rsid w:val="007B5C3B"/>
    <w:rsid w:val="007B79C1"/>
    <w:rsid w:val="007C062E"/>
    <w:rsid w:val="007C0648"/>
    <w:rsid w:val="007C4AFD"/>
    <w:rsid w:val="007C5DE4"/>
    <w:rsid w:val="007D2E08"/>
    <w:rsid w:val="007D5329"/>
    <w:rsid w:val="007D5CBE"/>
    <w:rsid w:val="007E02E8"/>
    <w:rsid w:val="007E079F"/>
    <w:rsid w:val="007F0240"/>
    <w:rsid w:val="007F3B11"/>
    <w:rsid w:val="007F61E3"/>
    <w:rsid w:val="007F71EB"/>
    <w:rsid w:val="008011C9"/>
    <w:rsid w:val="00812EC6"/>
    <w:rsid w:val="00813F33"/>
    <w:rsid w:val="0081553D"/>
    <w:rsid w:val="00821B18"/>
    <w:rsid w:val="00822EAB"/>
    <w:rsid w:val="00826DB2"/>
    <w:rsid w:val="0082753C"/>
    <w:rsid w:val="008307EB"/>
    <w:rsid w:val="00831FD5"/>
    <w:rsid w:val="00836123"/>
    <w:rsid w:val="0084290C"/>
    <w:rsid w:val="0084522C"/>
    <w:rsid w:val="00851BA1"/>
    <w:rsid w:val="00851F45"/>
    <w:rsid w:val="00852454"/>
    <w:rsid w:val="00856DC7"/>
    <w:rsid w:val="0086052C"/>
    <w:rsid w:val="00861BCC"/>
    <w:rsid w:val="00866386"/>
    <w:rsid w:val="00866C9C"/>
    <w:rsid w:val="008709E5"/>
    <w:rsid w:val="00871DDE"/>
    <w:rsid w:val="008728EC"/>
    <w:rsid w:val="008748A0"/>
    <w:rsid w:val="00880438"/>
    <w:rsid w:val="00880F0F"/>
    <w:rsid w:val="00884A61"/>
    <w:rsid w:val="00894670"/>
    <w:rsid w:val="00895372"/>
    <w:rsid w:val="00895BDD"/>
    <w:rsid w:val="008A2A29"/>
    <w:rsid w:val="008A3DFD"/>
    <w:rsid w:val="008B0A4B"/>
    <w:rsid w:val="008B0D3F"/>
    <w:rsid w:val="008B52E2"/>
    <w:rsid w:val="008B52FB"/>
    <w:rsid w:val="008B6AAF"/>
    <w:rsid w:val="008B756A"/>
    <w:rsid w:val="008C0271"/>
    <w:rsid w:val="008C56FB"/>
    <w:rsid w:val="008C5AEF"/>
    <w:rsid w:val="008D5006"/>
    <w:rsid w:val="008D70DC"/>
    <w:rsid w:val="008E1B9D"/>
    <w:rsid w:val="008E3B87"/>
    <w:rsid w:val="008E4DF8"/>
    <w:rsid w:val="008E5FD0"/>
    <w:rsid w:val="008F7D6B"/>
    <w:rsid w:val="00900606"/>
    <w:rsid w:val="00901663"/>
    <w:rsid w:val="00902C37"/>
    <w:rsid w:val="00902D6C"/>
    <w:rsid w:val="00903280"/>
    <w:rsid w:val="00911BF6"/>
    <w:rsid w:val="00911F14"/>
    <w:rsid w:val="00912A2E"/>
    <w:rsid w:val="009156AB"/>
    <w:rsid w:val="009348A1"/>
    <w:rsid w:val="0095012B"/>
    <w:rsid w:val="00950DCB"/>
    <w:rsid w:val="00950EC6"/>
    <w:rsid w:val="00951E1D"/>
    <w:rsid w:val="00952753"/>
    <w:rsid w:val="00953E0F"/>
    <w:rsid w:val="00976732"/>
    <w:rsid w:val="0098121E"/>
    <w:rsid w:val="00991BAE"/>
    <w:rsid w:val="00994941"/>
    <w:rsid w:val="009A11EE"/>
    <w:rsid w:val="009A1EA1"/>
    <w:rsid w:val="009A332D"/>
    <w:rsid w:val="009A370A"/>
    <w:rsid w:val="009A4FC0"/>
    <w:rsid w:val="009A69F8"/>
    <w:rsid w:val="009B1EB4"/>
    <w:rsid w:val="009B727B"/>
    <w:rsid w:val="009B7437"/>
    <w:rsid w:val="009B7CC4"/>
    <w:rsid w:val="009C004F"/>
    <w:rsid w:val="009C3E30"/>
    <w:rsid w:val="009C6242"/>
    <w:rsid w:val="009D0E00"/>
    <w:rsid w:val="009D4436"/>
    <w:rsid w:val="009D44D1"/>
    <w:rsid w:val="009E3274"/>
    <w:rsid w:val="009E6793"/>
    <w:rsid w:val="009F1A6F"/>
    <w:rsid w:val="009F57A4"/>
    <w:rsid w:val="009F6340"/>
    <w:rsid w:val="00A01C4E"/>
    <w:rsid w:val="00A10462"/>
    <w:rsid w:val="00A150E4"/>
    <w:rsid w:val="00A24541"/>
    <w:rsid w:val="00A259F7"/>
    <w:rsid w:val="00A278F6"/>
    <w:rsid w:val="00A307D5"/>
    <w:rsid w:val="00A34D21"/>
    <w:rsid w:val="00A35AF1"/>
    <w:rsid w:val="00A378A1"/>
    <w:rsid w:val="00A422E4"/>
    <w:rsid w:val="00A42A3C"/>
    <w:rsid w:val="00A566FC"/>
    <w:rsid w:val="00A605AF"/>
    <w:rsid w:val="00A63F51"/>
    <w:rsid w:val="00A6436A"/>
    <w:rsid w:val="00A65150"/>
    <w:rsid w:val="00A6758A"/>
    <w:rsid w:val="00A70799"/>
    <w:rsid w:val="00A743A4"/>
    <w:rsid w:val="00A7520E"/>
    <w:rsid w:val="00A85AAB"/>
    <w:rsid w:val="00A8620E"/>
    <w:rsid w:val="00A91AD0"/>
    <w:rsid w:val="00A92C08"/>
    <w:rsid w:val="00AA07F5"/>
    <w:rsid w:val="00AA2E55"/>
    <w:rsid w:val="00AA5C19"/>
    <w:rsid w:val="00AA6497"/>
    <w:rsid w:val="00AB2544"/>
    <w:rsid w:val="00AC14E6"/>
    <w:rsid w:val="00AC434B"/>
    <w:rsid w:val="00AD32EC"/>
    <w:rsid w:val="00AE1311"/>
    <w:rsid w:val="00AE3750"/>
    <w:rsid w:val="00AE67A2"/>
    <w:rsid w:val="00AF19D8"/>
    <w:rsid w:val="00AF61CC"/>
    <w:rsid w:val="00B00879"/>
    <w:rsid w:val="00B0186E"/>
    <w:rsid w:val="00B02A04"/>
    <w:rsid w:val="00B046BD"/>
    <w:rsid w:val="00B12E6D"/>
    <w:rsid w:val="00B166A6"/>
    <w:rsid w:val="00B2080E"/>
    <w:rsid w:val="00B219B3"/>
    <w:rsid w:val="00B27FF9"/>
    <w:rsid w:val="00B305DD"/>
    <w:rsid w:val="00B40862"/>
    <w:rsid w:val="00B4153B"/>
    <w:rsid w:val="00B41F32"/>
    <w:rsid w:val="00B42164"/>
    <w:rsid w:val="00B4220F"/>
    <w:rsid w:val="00B43F9D"/>
    <w:rsid w:val="00B44464"/>
    <w:rsid w:val="00B52D51"/>
    <w:rsid w:val="00B54237"/>
    <w:rsid w:val="00B5549D"/>
    <w:rsid w:val="00B5556B"/>
    <w:rsid w:val="00B55D19"/>
    <w:rsid w:val="00B62593"/>
    <w:rsid w:val="00B63528"/>
    <w:rsid w:val="00B6445E"/>
    <w:rsid w:val="00B649C0"/>
    <w:rsid w:val="00B64BF8"/>
    <w:rsid w:val="00B65605"/>
    <w:rsid w:val="00B67C48"/>
    <w:rsid w:val="00B826FD"/>
    <w:rsid w:val="00B84576"/>
    <w:rsid w:val="00B85BA2"/>
    <w:rsid w:val="00B904E4"/>
    <w:rsid w:val="00B9096E"/>
    <w:rsid w:val="00B9519D"/>
    <w:rsid w:val="00B964AE"/>
    <w:rsid w:val="00BA0462"/>
    <w:rsid w:val="00BA1DB7"/>
    <w:rsid w:val="00BA4745"/>
    <w:rsid w:val="00BA5A72"/>
    <w:rsid w:val="00BB084C"/>
    <w:rsid w:val="00BB26BF"/>
    <w:rsid w:val="00BB41B1"/>
    <w:rsid w:val="00BB74A0"/>
    <w:rsid w:val="00BC0332"/>
    <w:rsid w:val="00BC2A9A"/>
    <w:rsid w:val="00BC5A0C"/>
    <w:rsid w:val="00BD0F26"/>
    <w:rsid w:val="00BD1827"/>
    <w:rsid w:val="00BD7B6D"/>
    <w:rsid w:val="00BE0229"/>
    <w:rsid w:val="00BE0D07"/>
    <w:rsid w:val="00BE0E25"/>
    <w:rsid w:val="00BE1254"/>
    <w:rsid w:val="00BE208B"/>
    <w:rsid w:val="00BE333D"/>
    <w:rsid w:val="00BE59CC"/>
    <w:rsid w:val="00BE76B4"/>
    <w:rsid w:val="00C00808"/>
    <w:rsid w:val="00C028A4"/>
    <w:rsid w:val="00C04544"/>
    <w:rsid w:val="00C06D72"/>
    <w:rsid w:val="00C17B51"/>
    <w:rsid w:val="00C2171C"/>
    <w:rsid w:val="00C24530"/>
    <w:rsid w:val="00C30308"/>
    <w:rsid w:val="00C33597"/>
    <w:rsid w:val="00C33B99"/>
    <w:rsid w:val="00C33C05"/>
    <w:rsid w:val="00C34B1C"/>
    <w:rsid w:val="00C37E55"/>
    <w:rsid w:val="00C4727E"/>
    <w:rsid w:val="00C53490"/>
    <w:rsid w:val="00C5451F"/>
    <w:rsid w:val="00C55BCD"/>
    <w:rsid w:val="00C61EB1"/>
    <w:rsid w:val="00C63066"/>
    <w:rsid w:val="00C64D26"/>
    <w:rsid w:val="00C65597"/>
    <w:rsid w:val="00C664B1"/>
    <w:rsid w:val="00C8078B"/>
    <w:rsid w:val="00C82CDB"/>
    <w:rsid w:val="00C87C16"/>
    <w:rsid w:val="00C90C07"/>
    <w:rsid w:val="00C90DA6"/>
    <w:rsid w:val="00C913D8"/>
    <w:rsid w:val="00C949AB"/>
    <w:rsid w:val="00C95A11"/>
    <w:rsid w:val="00CA0BB3"/>
    <w:rsid w:val="00CA2893"/>
    <w:rsid w:val="00CA5BB0"/>
    <w:rsid w:val="00CA6B9A"/>
    <w:rsid w:val="00CA7BDE"/>
    <w:rsid w:val="00CB1668"/>
    <w:rsid w:val="00CB3A96"/>
    <w:rsid w:val="00CB4DA8"/>
    <w:rsid w:val="00CC215D"/>
    <w:rsid w:val="00CC663D"/>
    <w:rsid w:val="00CC7B44"/>
    <w:rsid w:val="00CD5D99"/>
    <w:rsid w:val="00CE29FB"/>
    <w:rsid w:val="00CE4761"/>
    <w:rsid w:val="00CE6D08"/>
    <w:rsid w:val="00D026F6"/>
    <w:rsid w:val="00D036E1"/>
    <w:rsid w:val="00D05085"/>
    <w:rsid w:val="00D217C8"/>
    <w:rsid w:val="00D25741"/>
    <w:rsid w:val="00D31492"/>
    <w:rsid w:val="00D336F7"/>
    <w:rsid w:val="00D34FC7"/>
    <w:rsid w:val="00D3662F"/>
    <w:rsid w:val="00D403D7"/>
    <w:rsid w:val="00D44180"/>
    <w:rsid w:val="00D50B88"/>
    <w:rsid w:val="00D54AB5"/>
    <w:rsid w:val="00D60966"/>
    <w:rsid w:val="00D60BC0"/>
    <w:rsid w:val="00D7240E"/>
    <w:rsid w:val="00D7679A"/>
    <w:rsid w:val="00D76A03"/>
    <w:rsid w:val="00D8013F"/>
    <w:rsid w:val="00D807B8"/>
    <w:rsid w:val="00D81E17"/>
    <w:rsid w:val="00D83A14"/>
    <w:rsid w:val="00D83C61"/>
    <w:rsid w:val="00D83E67"/>
    <w:rsid w:val="00D847DC"/>
    <w:rsid w:val="00D9060E"/>
    <w:rsid w:val="00D913BC"/>
    <w:rsid w:val="00D915F1"/>
    <w:rsid w:val="00D93B5D"/>
    <w:rsid w:val="00D96BFF"/>
    <w:rsid w:val="00DA1E4E"/>
    <w:rsid w:val="00DA5F6C"/>
    <w:rsid w:val="00DA6B0D"/>
    <w:rsid w:val="00DA75EF"/>
    <w:rsid w:val="00DB1DE7"/>
    <w:rsid w:val="00DB22B2"/>
    <w:rsid w:val="00DB272B"/>
    <w:rsid w:val="00DB2D20"/>
    <w:rsid w:val="00DB63E7"/>
    <w:rsid w:val="00DB7008"/>
    <w:rsid w:val="00DC2666"/>
    <w:rsid w:val="00DC7A9E"/>
    <w:rsid w:val="00DC7DFC"/>
    <w:rsid w:val="00DD2664"/>
    <w:rsid w:val="00DD3C80"/>
    <w:rsid w:val="00DD4650"/>
    <w:rsid w:val="00DE0CEC"/>
    <w:rsid w:val="00DE1FEB"/>
    <w:rsid w:val="00DE5EBC"/>
    <w:rsid w:val="00DE64E1"/>
    <w:rsid w:val="00DE67F5"/>
    <w:rsid w:val="00E1123A"/>
    <w:rsid w:val="00E129D3"/>
    <w:rsid w:val="00E160E4"/>
    <w:rsid w:val="00E24578"/>
    <w:rsid w:val="00E255E8"/>
    <w:rsid w:val="00E25A56"/>
    <w:rsid w:val="00E26DB4"/>
    <w:rsid w:val="00E337E2"/>
    <w:rsid w:val="00E33B0E"/>
    <w:rsid w:val="00E3455D"/>
    <w:rsid w:val="00E34E36"/>
    <w:rsid w:val="00E43CEC"/>
    <w:rsid w:val="00E46596"/>
    <w:rsid w:val="00E46BB5"/>
    <w:rsid w:val="00E47AE3"/>
    <w:rsid w:val="00E530AB"/>
    <w:rsid w:val="00E53D3E"/>
    <w:rsid w:val="00E609DA"/>
    <w:rsid w:val="00E60DA7"/>
    <w:rsid w:val="00E71066"/>
    <w:rsid w:val="00E76725"/>
    <w:rsid w:val="00E873EC"/>
    <w:rsid w:val="00E8757C"/>
    <w:rsid w:val="00E9486D"/>
    <w:rsid w:val="00EA06BD"/>
    <w:rsid w:val="00EA0DBD"/>
    <w:rsid w:val="00EA276C"/>
    <w:rsid w:val="00EA2D92"/>
    <w:rsid w:val="00EA470A"/>
    <w:rsid w:val="00EA47C0"/>
    <w:rsid w:val="00EB7F33"/>
    <w:rsid w:val="00ED25AA"/>
    <w:rsid w:val="00ED41E8"/>
    <w:rsid w:val="00EE08B9"/>
    <w:rsid w:val="00EE3106"/>
    <w:rsid w:val="00EF08B0"/>
    <w:rsid w:val="00EF1119"/>
    <w:rsid w:val="00EF5CD6"/>
    <w:rsid w:val="00EF67B6"/>
    <w:rsid w:val="00F0111F"/>
    <w:rsid w:val="00F0178E"/>
    <w:rsid w:val="00F03AE8"/>
    <w:rsid w:val="00F04860"/>
    <w:rsid w:val="00F04A92"/>
    <w:rsid w:val="00F07BB1"/>
    <w:rsid w:val="00F113AE"/>
    <w:rsid w:val="00F125B2"/>
    <w:rsid w:val="00F205A7"/>
    <w:rsid w:val="00F210D9"/>
    <w:rsid w:val="00F238E3"/>
    <w:rsid w:val="00F249CF"/>
    <w:rsid w:val="00F25640"/>
    <w:rsid w:val="00F26FA7"/>
    <w:rsid w:val="00F3149B"/>
    <w:rsid w:val="00F31E54"/>
    <w:rsid w:val="00F33713"/>
    <w:rsid w:val="00F354CF"/>
    <w:rsid w:val="00F36AA8"/>
    <w:rsid w:val="00F36D04"/>
    <w:rsid w:val="00F45B5D"/>
    <w:rsid w:val="00F51FD2"/>
    <w:rsid w:val="00F53227"/>
    <w:rsid w:val="00F53A1A"/>
    <w:rsid w:val="00F5573F"/>
    <w:rsid w:val="00F6062F"/>
    <w:rsid w:val="00F64AEA"/>
    <w:rsid w:val="00F71F7A"/>
    <w:rsid w:val="00F732F1"/>
    <w:rsid w:val="00F74648"/>
    <w:rsid w:val="00F75F8A"/>
    <w:rsid w:val="00F81C15"/>
    <w:rsid w:val="00F91EF3"/>
    <w:rsid w:val="00F9205B"/>
    <w:rsid w:val="00F9635C"/>
    <w:rsid w:val="00FA04DA"/>
    <w:rsid w:val="00FA09A9"/>
    <w:rsid w:val="00FA288F"/>
    <w:rsid w:val="00FA39BC"/>
    <w:rsid w:val="00FA5693"/>
    <w:rsid w:val="00FA59B0"/>
    <w:rsid w:val="00FA5DB2"/>
    <w:rsid w:val="00FA69B1"/>
    <w:rsid w:val="00FB0A5F"/>
    <w:rsid w:val="00FC4806"/>
    <w:rsid w:val="00FC4884"/>
    <w:rsid w:val="00FD4AC8"/>
    <w:rsid w:val="00FE4350"/>
    <w:rsid w:val="00FE4CC8"/>
    <w:rsid w:val="00FF0001"/>
    <w:rsid w:val="00FF37B2"/>
    <w:rsid w:val="00F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8DED4"/>
  <w15:docId w15:val="{3785D474-05FF-4A74-A794-E37202EC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64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34644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46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634644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3464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634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6346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4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46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464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85EF1"/>
    <w:pPr>
      <w:ind w:left="720"/>
      <w:contextualSpacing/>
    </w:pPr>
  </w:style>
  <w:style w:type="paragraph" w:customStyle="1" w:styleId="ConsPlusNonformat">
    <w:name w:val="ConsPlusNonformat"/>
    <w:rsid w:val="003C5F9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8">
    <w:name w:val="Table Grid"/>
    <w:basedOn w:val="a1"/>
    <w:uiPriority w:val="59"/>
    <w:rsid w:val="006F25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6942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42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ED41E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D4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2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ig26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st-2\Downloads\&#1055;&#1088;&#1086;&#1077;&#1082;&#1090;%20&#1080;&#1079;&#1084;&#1077;&#1085;&#1077;&#1085;&#1080;&#1081;%20&#1074;%20&#1087;&#1086;&#1089;&#1090;%20%201392%20&#1087;&#1086;&#1089;&#1083;&#1077;&#1076;&#1085;&#1080;&#1081;3%2006.12.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048A3-A9E7-412B-89DF-D48F34439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изменений в пост  1392 последний3 06.12.21</Template>
  <TotalTime>3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Луканина</dc:creator>
  <cp:lastModifiedBy>Екатерина</cp:lastModifiedBy>
  <cp:revision>3</cp:revision>
  <cp:lastPrinted>2026-01-19T03:08:00Z</cp:lastPrinted>
  <dcterms:created xsi:type="dcterms:W3CDTF">2026-01-28T09:09:00Z</dcterms:created>
  <dcterms:modified xsi:type="dcterms:W3CDTF">2026-01-28T09:14:00Z</dcterms:modified>
</cp:coreProperties>
</file>